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8C" w:rsidRDefault="00CF4871">
      <w:pPr>
        <w:pStyle w:val="BodyText2"/>
        <w:pBdr>
          <w:left w:val="single" w:sz="6" w:space="30" w:color="auto"/>
          <w:right w:val="single" w:sz="6" w:space="29" w:color="auto"/>
        </w:pBd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CLASS </w:t>
      </w:r>
      <w:r w:rsidR="001B408C">
        <w:rPr>
          <w:rFonts w:ascii="Comic Sans MS" w:hAnsi="Comic Sans MS"/>
          <w:sz w:val="32"/>
        </w:rPr>
        <w:t xml:space="preserve">LABORATORY AND SAFETY RULES </w:t>
      </w:r>
    </w:p>
    <w:p w:rsidR="001B408C" w:rsidRDefault="001B408C">
      <w:pPr>
        <w:pStyle w:val="BodyText2"/>
        <w:pBdr>
          <w:left w:val="single" w:sz="6" w:space="30" w:color="auto"/>
          <w:right w:val="single" w:sz="6" w:space="29" w:color="auto"/>
        </w:pBd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CONFIRMATION SHEET</w:t>
      </w:r>
    </w:p>
    <w:p w:rsidR="001B408C" w:rsidRDefault="001B408C">
      <w:pPr>
        <w:pStyle w:val="Heading1"/>
      </w:pPr>
    </w:p>
    <w:p w:rsidR="001B408C" w:rsidRDefault="001B408C">
      <w:pPr>
        <w:pStyle w:val="Heading1"/>
      </w:pPr>
      <w:r>
        <w:t>Class</w:t>
      </w:r>
      <w:proofErr w:type="gramStart"/>
      <w:r>
        <w:t>:_</w:t>
      </w:r>
      <w:proofErr w:type="gramEnd"/>
      <w:r>
        <w:t>______________________ Teacher:_______________________</w:t>
      </w:r>
    </w:p>
    <w:p w:rsidR="001B408C" w:rsidRDefault="001B408C">
      <w:pPr>
        <w:rPr>
          <w:rFonts w:ascii="Comic Sans MS" w:hAnsi="Comic Sans MS"/>
          <w:sz w:val="22"/>
        </w:rPr>
      </w:pPr>
    </w:p>
    <w:p w:rsidR="001B408C" w:rsidRDefault="001B408C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By signing below, I acknowledge that</w:t>
      </w:r>
    </w:p>
    <w:p w:rsidR="001B408C" w:rsidRDefault="00CF4871">
      <w:pPr>
        <w:numPr>
          <w:ilvl w:val="0"/>
          <w:numId w:val="1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I have </w:t>
      </w:r>
      <w:r w:rsidR="001B408C">
        <w:rPr>
          <w:rFonts w:ascii="Comic Sans MS" w:hAnsi="Comic Sans MS"/>
          <w:sz w:val="22"/>
        </w:rPr>
        <w:t xml:space="preserve">received and </w:t>
      </w:r>
      <w:r>
        <w:rPr>
          <w:rFonts w:ascii="Comic Sans MS" w:hAnsi="Comic Sans MS"/>
          <w:sz w:val="22"/>
        </w:rPr>
        <w:t xml:space="preserve">reviewed </w:t>
      </w:r>
      <w:r w:rsidR="00604C96">
        <w:rPr>
          <w:rFonts w:ascii="Comic Sans MS" w:hAnsi="Comic Sans MS"/>
          <w:sz w:val="22"/>
        </w:rPr>
        <w:t xml:space="preserve">a </w:t>
      </w:r>
      <w:r w:rsidR="00604C96" w:rsidRPr="00604C96">
        <w:rPr>
          <w:rFonts w:ascii="Comic Sans MS" w:hAnsi="Comic Sans MS"/>
          <w:b/>
          <w:sz w:val="22"/>
        </w:rPr>
        <w:t>Laboratory</w:t>
      </w:r>
      <w:r w:rsidRPr="00604C96">
        <w:rPr>
          <w:rFonts w:ascii="Comic Sans MS" w:hAnsi="Comic Sans MS"/>
          <w:b/>
          <w:sz w:val="22"/>
        </w:rPr>
        <w:t xml:space="preserve"> and Safety Rules</w:t>
      </w:r>
      <w:r w:rsidR="001B408C">
        <w:rPr>
          <w:rFonts w:ascii="Comic Sans MS" w:hAnsi="Comic Sans MS"/>
          <w:b/>
          <w:sz w:val="22"/>
        </w:rPr>
        <w:t xml:space="preserve"> </w:t>
      </w:r>
      <w:r w:rsidR="001B408C">
        <w:rPr>
          <w:rFonts w:ascii="Comic Sans MS" w:hAnsi="Comic Sans MS"/>
          <w:sz w:val="22"/>
        </w:rPr>
        <w:t>handout.</w:t>
      </w:r>
    </w:p>
    <w:p w:rsidR="001B408C" w:rsidRDefault="00604C96">
      <w:pPr>
        <w:numPr>
          <w:ilvl w:val="0"/>
          <w:numId w:val="1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I have included the</w:t>
      </w:r>
      <w:r w:rsidR="001B408C">
        <w:rPr>
          <w:rFonts w:ascii="Comic Sans MS" w:hAnsi="Comic Sans MS"/>
          <w:sz w:val="22"/>
        </w:rPr>
        <w:t xml:space="preserve"> handout of these rules into my notebook.</w:t>
      </w:r>
    </w:p>
    <w:p w:rsidR="001B408C" w:rsidRDefault="001B408C">
      <w:pPr>
        <w:numPr>
          <w:ilvl w:val="0"/>
          <w:numId w:val="1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I agree to abide by the rules outlined on that sheet.</w:t>
      </w:r>
    </w:p>
    <w:p w:rsidR="001B408C" w:rsidRPr="00604C96" w:rsidRDefault="001B408C">
      <w:pPr>
        <w:rPr>
          <w:rFonts w:ascii="Comic Sans MS" w:hAnsi="Comic Sans MS"/>
        </w:rPr>
      </w:pPr>
    </w:p>
    <w:p w:rsidR="001B408C" w:rsidRDefault="001B408C">
      <w:pPr>
        <w:pStyle w:val="BodyText"/>
        <w:rPr>
          <w:rFonts w:ascii="Comic Sans MS" w:hAnsi="Comic Sans MS"/>
          <w:sz w:val="26"/>
        </w:rPr>
      </w:pPr>
      <w:r>
        <w:rPr>
          <w:rFonts w:ascii="Comic Sans MS" w:hAnsi="Comic Sans MS"/>
          <w:sz w:val="26"/>
        </w:rPr>
        <w:t>I realize that failure to follow these rules may result in my laboratory privileges being withheld.</w:t>
      </w:r>
    </w:p>
    <w:p w:rsidR="001B408C" w:rsidRPr="00604C96" w:rsidRDefault="001B408C">
      <w:pPr>
        <w:rPr>
          <w:rFonts w:ascii="Comic Sans MS" w:hAnsi="Comic Sans MS"/>
        </w:rPr>
      </w:pPr>
    </w:p>
    <w:tbl>
      <w:tblPr>
        <w:tblW w:w="10350" w:type="dxa"/>
        <w:tblInd w:w="-1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175"/>
        <w:gridCol w:w="5175"/>
      </w:tblGrid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19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20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3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21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4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22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5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23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6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24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7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25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8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26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9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27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10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28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11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29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12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30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13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31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14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32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15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33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16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34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17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35</w:t>
            </w:r>
          </w:p>
        </w:tc>
      </w:tr>
      <w:tr w:rsidR="001B408C">
        <w:tblPrEx>
          <w:tblCellMar>
            <w:top w:w="0" w:type="dxa"/>
            <w:bottom w:w="0" w:type="dxa"/>
          </w:tblCellMar>
        </w:tblPrEx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18</w:t>
            </w:r>
          </w:p>
        </w:tc>
        <w:tc>
          <w:tcPr>
            <w:tcW w:w="5175" w:type="dxa"/>
          </w:tcPr>
          <w:p w:rsidR="001B408C" w:rsidRDefault="001B408C">
            <w:pPr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36</w:t>
            </w:r>
          </w:p>
        </w:tc>
      </w:tr>
    </w:tbl>
    <w:p w:rsidR="00CF4871" w:rsidRDefault="00CF4871" w:rsidP="00604C96">
      <w:pPr>
        <w:rPr>
          <w:rFonts w:ascii="Comic Sans MS" w:hAnsi="Comic Sans MS"/>
          <w:sz w:val="40"/>
        </w:rPr>
      </w:pPr>
    </w:p>
    <w:sectPr w:rsidR="00CF4871" w:rsidSect="00604C96">
      <w:pgSz w:w="12240" w:h="15840"/>
      <w:pgMar w:top="720" w:right="1296" w:bottom="720" w:left="129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Jester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61C5"/>
    <w:multiLevelType w:val="singleLevel"/>
    <w:tmpl w:val="1BCCC37E"/>
    <w:lvl w:ilvl="0">
      <w:start w:val="1"/>
      <w:numFmt w:val="lowerLetter"/>
      <w:lvlText w:val="%1) "/>
      <w:legacy w:legacy="1" w:legacySpace="0" w:legacyIndent="360"/>
      <w:lvlJc w:val="left"/>
      <w:pPr>
        <w:ind w:left="360" w:hanging="360"/>
      </w:pPr>
      <w:rPr>
        <w:rFonts w:ascii="Jester" w:hAnsi="Jester" w:hint="default"/>
        <w:b w:val="0"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F4871"/>
    <w:rsid w:val="001B408C"/>
    <w:rsid w:val="00604C96"/>
    <w:rsid w:val="00707A8C"/>
    <w:rsid w:val="00CF4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rFonts w:ascii="Jester" w:hAnsi="Jester"/>
      <w:b/>
      <w:i/>
      <w:sz w:val="28"/>
    </w:rPr>
  </w:style>
  <w:style w:type="paragraph" w:styleId="BodyText2">
    <w:name w:val="Body Text 2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Jester" w:hAnsi="Jester"/>
      <w:b/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an\Desktop\OISE%20USB\Summer%20AQ%20-%20Teaching%20Docs\Safety\Handouts\Lab%20Sign%20up%20Safety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Lab Sign up Safety sheet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LABORATORY AND SAFETY RULES CONFIRMATION SHEET</vt:lpstr>
      </vt:variant>
      <vt:variant>
        <vt:i4>0</vt:i4>
      </vt:variant>
    </vt:vector>
  </HeadingPairs>
  <TitlesOfParts>
    <vt:vector size="1" baseType="lpstr">
      <vt:lpstr>LABORATORY AND SAFETY RULES CONFIRMATION SHEET</vt:lpstr>
    </vt:vector>
  </TitlesOfParts>
  <Company>Hewlett-Packard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LABORATORY AND SAFETY RULES CONFIRMATION SHEET</dc:title>
  <dc:creator>Marian</dc:creator>
  <cp:lastModifiedBy>diane</cp:lastModifiedBy>
  <cp:revision>2</cp:revision>
  <cp:lastPrinted>1999-08-12T21:37:00Z</cp:lastPrinted>
  <dcterms:created xsi:type="dcterms:W3CDTF">2011-10-08T02:23:00Z</dcterms:created>
  <dcterms:modified xsi:type="dcterms:W3CDTF">2011-10-08T02:23:00Z</dcterms:modified>
</cp:coreProperties>
</file>